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A3BA432-5597-4EC0-80C6-FD42EC607144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